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AE866" w14:textId="57EFCE0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F07AA" w:rsidRPr="00E960BB">
        <w:rPr>
          <w:rFonts w:ascii="Corbel" w:hAnsi="Corbel"/>
          <w:bCs/>
          <w:i/>
        </w:rPr>
        <w:t xml:space="preserve">Załącznik nr 1.5 do Zarządzenia Rektora UR  nr </w:t>
      </w:r>
      <w:r w:rsidR="00FF07AA">
        <w:rPr>
          <w:rFonts w:ascii="Corbel" w:hAnsi="Corbel"/>
          <w:bCs/>
          <w:i/>
        </w:rPr>
        <w:t>7</w:t>
      </w:r>
      <w:r w:rsidR="00FF07AA" w:rsidRPr="00E960BB">
        <w:rPr>
          <w:rFonts w:ascii="Corbel" w:hAnsi="Corbel"/>
          <w:bCs/>
          <w:i/>
        </w:rPr>
        <w:t>/20</w:t>
      </w:r>
      <w:r w:rsidR="00FF07AA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1C8A68" w14:textId="682CBF51" w:rsidR="00355254" w:rsidRDefault="0071620A" w:rsidP="0035525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971A7">
        <w:rPr>
          <w:rFonts w:ascii="Corbel" w:hAnsi="Corbel"/>
          <w:i/>
          <w:smallCaps/>
          <w:sz w:val="24"/>
          <w:szCs w:val="24"/>
        </w:rPr>
        <w:t>2024-2029</w:t>
      </w:r>
    </w:p>
    <w:p w14:paraId="19345D10" w14:textId="56314CCB" w:rsidR="0085747A" w:rsidRDefault="00EA4832" w:rsidP="00355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028AB8E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938E5">
        <w:rPr>
          <w:rFonts w:ascii="Corbel" w:hAnsi="Corbel"/>
          <w:sz w:val="20"/>
          <w:szCs w:val="20"/>
        </w:rPr>
        <w:t>202</w:t>
      </w:r>
      <w:r w:rsidR="00D971A7">
        <w:rPr>
          <w:rFonts w:ascii="Corbel" w:hAnsi="Corbel"/>
          <w:sz w:val="20"/>
          <w:szCs w:val="20"/>
        </w:rPr>
        <w:t>5</w:t>
      </w:r>
      <w:r w:rsidR="001938E5">
        <w:rPr>
          <w:rFonts w:ascii="Corbel" w:hAnsi="Corbel"/>
          <w:sz w:val="20"/>
          <w:szCs w:val="20"/>
        </w:rPr>
        <w:t>/2</w:t>
      </w:r>
      <w:r w:rsidR="0024069B">
        <w:rPr>
          <w:rFonts w:ascii="Corbel" w:hAnsi="Corbel"/>
          <w:sz w:val="20"/>
          <w:szCs w:val="20"/>
        </w:rPr>
        <w:t>02</w:t>
      </w:r>
      <w:r w:rsidR="00D971A7">
        <w:rPr>
          <w:rFonts w:ascii="Corbel" w:hAnsi="Corbel"/>
          <w:sz w:val="20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AB7725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7C993C4E" w:rsidR="0085747A" w:rsidRPr="009C54AE" w:rsidRDefault="00FD02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21CFDA8C" w:rsidR="0085747A" w:rsidRPr="009C54AE" w:rsidRDefault="00446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2158A535" w:rsidR="0085747A" w:rsidRPr="009C54AE" w:rsidRDefault="001C7FBE" w:rsidP="006C68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="006C68D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EA9AC56" w:rsidR="0085747A" w:rsidRPr="009C54AE" w:rsidRDefault="00DD6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22E90059" w:rsidR="00923D7D" w:rsidRPr="009C54AE" w:rsidRDefault="006C68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Wojciech Walat,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2B235C2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1DA6586" w:rsidR="00015B8F" w:rsidRPr="009C54AE" w:rsidRDefault="006C68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BA92735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AE28E8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3B0316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2605597" w:rsidR="009C54AE" w:rsidRPr="00FD0274" w:rsidRDefault="005E57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FD027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83A42E1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zakresu,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przetwarzania;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wykorzystania;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wykorzystaniem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5FBF1831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10030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517E69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6B4B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33431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A208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2FB7D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AD3F32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634C5EB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poszczególnych uczniów;</w:t>
            </w:r>
          </w:p>
        </w:tc>
        <w:tc>
          <w:tcPr>
            <w:tcW w:w="1695" w:type="dxa"/>
          </w:tcPr>
          <w:p w14:paraId="135E5DE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D130FD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Cs w:val="24"/>
              </w:rPr>
              <w:t>wykorzy</w:t>
            </w:r>
            <w:r>
              <w:rPr>
                <w:rFonts w:asciiTheme="minorHAnsi" w:hAnsiTheme="minorHAnsi" w:cstheme="minorHAnsi"/>
                <w:szCs w:val="24"/>
              </w:rPr>
              <w:t>s</w:t>
            </w:r>
            <w:r w:rsidRPr="00D130FD">
              <w:rPr>
                <w:rFonts w:asciiTheme="minorHAnsi" w:hAnsiTheme="minorHAnsi" w:cstheme="minorHAnsi"/>
                <w:szCs w:val="24"/>
              </w:rPr>
              <w:t>tać</w:t>
            </w:r>
            <w:r>
              <w:rPr>
                <w:rFonts w:asciiTheme="minorHAnsi" w:hAnsiTheme="minorHAnsi" w:cstheme="minorHAnsi"/>
                <w:szCs w:val="24"/>
              </w:rPr>
              <w:t xml:space="preserve"> standardowe oprogramowanie użytkowe komputera adekwatnie do celów wychowani i kształcenia uczniów;</w:t>
            </w:r>
          </w:p>
        </w:tc>
        <w:tc>
          <w:tcPr>
            <w:tcW w:w="1695" w:type="dxa"/>
          </w:tcPr>
          <w:p w14:paraId="2645EAC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edukacyjnego;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03DA291D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198E4B1E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67EB77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zespołowych działań edukacyjnych dzieci lub uczniów, z wykorzystywaniem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edukacyjnych;</w:t>
            </w:r>
          </w:p>
        </w:tc>
        <w:tc>
          <w:tcPr>
            <w:tcW w:w="1695" w:type="dxa"/>
          </w:tcPr>
          <w:p w14:paraId="1519F0CB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C11B5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>ormowania właściwych zachowań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02E48DA0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komputerowej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społeczeństwa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komputerowego.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komputerowego.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kalkulacyjnego.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zagadnień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25BEAA72" w:rsidR="0085747A" w:rsidRPr="009C54AE" w:rsidRDefault="00C61DC5" w:rsidP="00FF07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843BA15" w:rsidR="0085747A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579282FC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E18256" w14:textId="77777777" w:rsidR="009C5612" w:rsidRDefault="009C5612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E46CF2A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446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Blockly, strona poświęcona programowaniu w języku Blockly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Hacker Rank, ranking umiejętności programistów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[dostęp: 1.10.2019].</w:t>
            </w:r>
          </w:p>
          <w:p w14:paraId="56070F37" w14:textId="5E24680F" w:rsidR="001C7085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DD6641">
              <w:rPr>
                <w:rFonts w:ascii="Corbel" w:hAnsi="Corbel"/>
                <w:sz w:val="24"/>
                <w:szCs w:val="24"/>
              </w:rPr>
              <w:t>, WMiI, Learnetic,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Python, strona polskiej grupy Python,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Scratch, strona poświęcona językowi programowania Scratch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 scratch.mit.edu/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Środowisko Code Blocks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9F6C7" w14:textId="77777777" w:rsidR="00F645B4" w:rsidRDefault="00F645B4" w:rsidP="00C16ABF">
      <w:pPr>
        <w:spacing w:after="0" w:line="240" w:lineRule="auto"/>
      </w:pPr>
      <w:r>
        <w:separator/>
      </w:r>
    </w:p>
  </w:endnote>
  <w:endnote w:type="continuationSeparator" w:id="0">
    <w:p w14:paraId="5A7A7B8B" w14:textId="77777777" w:rsidR="00F645B4" w:rsidRDefault="00F645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D854E" w14:textId="77777777" w:rsidR="00F645B4" w:rsidRDefault="00F645B4" w:rsidP="00C16ABF">
      <w:pPr>
        <w:spacing w:after="0" w:line="240" w:lineRule="auto"/>
      </w:pPr>
      <w:r>
        <w:separator/>
      </w:r>
    </w:p>
  </w:footnote>
  <w:footnote w:type="continuationSeparator" w:id="0">
    <w:p w14:paraId="067FD66E" w14:textId="77777777" w:rsidR="00F645B4" w:rsidRDefault="00F645B4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C1679"/>
    <w:multiLevelType w:val="hybridMultilevel"/>
    <w:tmpl w:val="A8822B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 w15:restartNumberingAfterBreak="0">
    <w:nsid w:val="7D7C5D48"/>
    <w:multiLevelType w:val="hybridMultilevel"/>
    <w:tmpl w:val="D730FD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674690">
    <w:abstractNumId w:val="1"/>
  </w:num>
  <w:num w:numId="2" w16cid:durableId="629557718">
    <w:abstractNumId w:val="5"/>
  </w:num>
  <w:num w:numId="3" w16cid:durableId="1150294743">
    <w:abstractNumId w:val="6"/>
  </w:num>
  <w:num w:numId="4" w16cid:durableId="55394660">
    <w:abstractNumId w:val="0"/>
  </w:num>
  <w:num w:numId="5" w16cid:durableId="1993364748">
    <w:abstractNumId w:val="7"/>
  </w:num>
  <w:num w:numId="6" w16cid:durableId="1228804779">
    <w:abstractNumId w:val="3"/>
  </w:num>
  <w:num w:numId="7" w16cid:durableId="723676190">
    <w:abstractNumId w:val="4"/>
  </w:num>
  <w:num w:numId="8" w16cid:durableId="177306777">
    <w:abstractNumId w:val="2"/>
  </w:num>
  <w:num w:numId="9" w16cid:durableId="15789097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938E5"/>
    <w:rsid w:val="001A70D2"/>
    <w:rsid w:val="001B0784"/>
    <w:rsid w:val="001B7162"/>
    <w:rsid w:val="001C7085"/>
    <w:rsid w:val="001C7FBE"/>
    <w:rsid w:val="001D657B"/>
    <w:rsid w:val="001D7B54"/>
    <w:rsid w:val="001E0209"/>
    <w:rsid w:val="001F0FE8"/>
    <w:rsid w:val="001F2CA2"/>
    <w:rsid w:val="001F6542"/>
    <w:rsid w:val="002144C0"/>
    <w:rsid w:val="0022477D"/>
    <w:rsid w:val="002278A9"/>
    <w:rsid w:val="002336F9"/>
    <w:rsid w:val="00235BAE"/>
    <w:rsid w:val="0024028F"/>
    <w:rsid w:val="0024069B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A6858"/>
    <w:rsid w:val="002B12D9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06724"/>
    <w:rsid w:val="0031147F"/>
    <w:rsid w:val="003151C5"/>
    <w:rsid w:val="00316639"/>
    <w:rsid w:val="00316D48"/>
    <w:rsid w:val="00320C71"/>
    <w:rsid w:val="00321D7E"/>
    <w:rsid w:val="003343CF"/>
    <w:rsid w:val="003343D3"/>
    <w:rsid w:val="00346FE9"/>
    <w:rsid w:val="0034759A"/>
    <w:rsid w:val="003503F6"/>
    <w:rsid w:val="003530DD"/>
    <w:rsid w:val="00355254"/>
    <w:rsid w:val="00363F78"/>
    <w:rsid w:val="00392B92"/>
    <w:rsid w:val="003A0A5B"/>
    <w:rsid w:val="003A1176"/>
    <w:rsid w:val="003C0BAE"/>
    <w:rsid w:val="003C5E0A"/>
    <w:rsid w:val="003C61EB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46AB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C93"/>
    <w:rsid w:val="004A3EEA"/>
    <w:rsid w:val="004A4D1F"/>
    <w:rsid w:val="004C363D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6F48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504A"/>
    <w:rsid w:val="00647FA8"/>
    <w:rsid w:val="00650C5F"/>
    <w:rsid w:val="00653F9E"/>
    <w:rsid w:val="00654934"/>
    <w:rsid w:val="00655B2D"/>
    <w:rsid w:val="006620D9"/>
    <w:rsid w:val="00671958"/>
    <w:rsid w:val="00675843"/>
    <w:rsid w:val="00696477"/>
    <w:rsid w:val="006C68DB"/>
    <w:rsid w:val="006D050F"/>
    <w:rsid w:val="006D1AFD"/>
    <w:rsid w:val="006D6139"/>
    <w:rsid w:val="006E5D65"/>
    <w:rsid w:val="006E6F04"/>
    <w:rsid w:val="006F1282"/>
    <w:rsid w:val="006F1FBC"/>
    <w:rsid w:val="006F31E2"/>
    <w:rsid w:val="007003A2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04CD4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01AE"/>
    <w:rsid w:val="00931E22"/>
    <w:rsid w:val="009410F9"/>
    <w:rsid w:val="00944601"/>
    <w:rsid w:val="00944815"/>
    <w:rsid w:val="009508DF"/>
    <w:rsid w:val="00950DAC"/>
    <w:rsid w:val="00954A07"/>
    <w:rsid w:val="0098414E"/>
    <w:rsid w:val="00990364"/>
    <w:rsid w:val="00991D0D"/>
    <w:rsid w:val="00997F14"/>
    <w:rsid w:val="009A78D9"/>
    <w:rsid w:val="009C1331"/>
    <w:rsid w:val="009C3E31"/>
    <w:rsid w:val="009C54AE"/>
    <w:rsid w:val="009C5612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70D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D9B"/>
    <w:rsid w:val="00B607DB"/>
    <w:rsid w:val="00B66529"/>
    <w:rsid w:val="00B72B24"/>
    <w:rsid w:val="00B75946"/>
    <w:rsid w:val="00B77B68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45BFB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4153"/>
    <w:rsid w:val="00D552B2"/>
    <w:rsid w:val="00D608D1"/>
    <w:rsid w:val="00D6390D"/>
    <w:rsid w:val="00D74119"/>
    <w:rsid w:val="00D8075B"/>
    <w:rsid w:val="00D85E8A"/>
    <w:rsid w:val="00D8603A"/>
    <w:rsid w:val="00D8678B"/>
    <w:rsid w:val="00D971A7"/>
    <w:rsid w:val="00DA2114"/>
    <w:rsid w:val="00DD6641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C6425"/>
    <w:rsid w:val="00ED03AB"/>
    <w:rsid w:val="00ED2F4F"/>
    <w:rsid w:val="00ED32D2"/>
    <w:rsid w:val="00EE32DE"/>
    <w:rsid w:val="00EE5457"/>
    <w:rsid w:val="00F070AB"/>
    <w:rsid w:val="00F11E44"/>
    <w:rsid w:val="00F17567"/>
    <w:rsid w:val="00F27A7B"/>
    <w:rsid w:val="00F526AF"/>
    <w:rsid w:val="00F617C3"/>
    <w:rsid w:val="00F645B4"/>
    <w:rsid w:val="00F7066B"/>
    <w:rsid w:val="00F82932"/>
    <w:rsid w:val="00F82B08"/>
    <w:rsid w:val="00F83B28"/>
    <w:rsid w:val="00F91EB2"/>
    <w:rsid w:val="00F97E31"/>
    <w:rsid w:val="00FA46E5"/>
    <w:rsid w:val="00FB7DBA"/>
    <w:rsid w:val="00FC1C25"/>
    <w:rsid w:val="00FC3F45"/>
    <w:rsid w:val="00FD0274"/>
    <w:rsid w:val="00FD38E3"/>
    <w:rsid w:val="00FD503F"/>
    <w:rsid w:val="00FD7589"/>
    <w:rsid w:val="00FE1BC0"/>
    <w:rsid w:val="00FE6A32"/>
    <w:rsid w:val="00FF016A"/>
    <w:rsid w:val="00FF07A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DC3AAC42-A614-4600-A2BA-5AB0E79A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B4553-40E0-408B-A0BF-91A11794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5</Pages>
  <Words>1264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Dziedzic</cp:lastModifiedBy>
  <cp:revision>3</cp:revision>
  <cp:lastPrinted>2019-02-06T12:12:00Z</cp:lastPrinted>
  <dcterms:created xsi:type="dcterms:W3CDTF">2024-12-12T14:56:00Z</dcterms:created>
  <dcterms:modified xsi:type="dcterms:W3CDTF">2024-12-12T14:56:00Z</dcterms:modified>
</cp:coreProperties>
</file>